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01197" w14:textId="5F28C1A0" w:rsidR="00FD779B" w:rsidRDefault="00A513AF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14"/>
        </w:rPr>
        <w:drawing>
          <wp:inline distT="0" distB="0" distL="0" distR="0" wp14:anchorId="5D81FCF3" wp14:editId="4E6CF5C5">
            <wp:extent cx="1433195" cy="593725"/>
            <wp:effectExtent l="0" t="0" r="0" b="0"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80327A8" wp14:editId="2C29EAFD">
            <wp:simplePos x="0" y="0"/>
            <wp:positionH relativeFrom="column">
              <wp:posOffset>-457200</wp:posOffset>
            </wp:positionH>
            <wp:positionV relativeFrom="paragraph">
              <wp:posOffset>-629920</wp:posOffset>
            </wp:positionV>
            <wp:extent cx="6304280" cy="925195"/>
            <wp:effectExtent l="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80" cy="925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16BC51" w14:textId="4D6ABE05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791CA79F" w14:textId="77777777" w:rsid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  <w:highlight w:val="yellow"/>
        </w:rPr>
      </w:pPr>
    </w:p>
    <w:p w14:paraId="3F44B34E" w14:textId="08672C56" w:rsidR="00FD779B" w:rsidRPr="00C66485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499F8EB4" w14:textId="77777777" w:rsid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1DD43CA0" w14:textId="47F10C8B" w:rsidR="00731192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722683DD" w14:textId="123BB95C" w:rsidR="00E668A7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="00FD779B">
        <w:rPr>
          <w:rFonts w:ascii="Times New Roman" w:hAnsi="Times New Roman"/>
          <w:szCs w:val="22"/>
        </w:rPr>
        <w:t>19-24-</w:t>
      </w:r>
      <w:r w:rsidR="00C923B1">
        <w:rPr>
          <w:rFonts w:ascii="Times New Roman" w:hAnsi="Times New Roman"/>
          <w:szCs w:val="22"/>
        </w:rPr>
        <w:t>728-11</w:t>
      </w:r>
      <w:r w:rsidR="00FD779B">
        <w:rPr>
          <w:rFonts w:ascii="Times New Roman" w:hAnsi="Times New Roman"/>
          <w:szCs w:val="22"/>
        </w:rPr>
        <w:t>/2</w:t>
      </w:r>
      <w:r w:rsidR="00C923B1">
        <w:rPr>
          <w:rFonts w:ascii="Times New Roman" w:hAnsi="Times New Roman"/>
          <w:szCs w:val="22"/>
        </w:rPr>
        <w:t>1</w:t>
      </w:r>
    </w:p>
    <w:p w14:paraId="34F12033" w14:textId="52DD68A6" w:rsidR="00FD779B" w:rsidRPr="00FD779B" w:rsidRDefault="00FD779B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 xml:space="preserve">EXTERNAL EXPERTISE FOR REALIZATION OF ACTIVITIES UNDER THE </w:t>
      </w:r>
      <w:r>
        <w:rPr>
          <w:rFonts w:ascii="Times New Roman" w:hAnsi="Times New Roman"/>
          <w:b/>
          <w:szCs w:val="22"/>
        </w:rPr>
        <w:t>TALENTMAGNET</w:t>
      </w:r>
      <w:r w:rsidRPr="00330285">
        <w:rPr>
          <w:rFonts w:ascii="Times New Roman" w:hAnsi="Times New Roman"/>
          <w:b/>
          <w:szCs w:val="22"/>
        </w:rPr>
        <w:t xml:space="preserve"> WORK PACKAGE </w:t>
      </w:r>
      <w:r>
        <w:rPr>
          <w:rFonts w:ascii="Times New Roman" w:hAnsi="Times New Roman"/>
          <w:b/>
          <w:szCs w:val="22"/>
        </w:rPr>
        <w:t>T</w:t>
      </w:r>
      <w:r w:rsidR="00C923B1">
        <w:rPr>
          <w:rFonts w:ascii="Times New Roman" w:hAnsi="Times New Roman"/>
          <w:b/>
          <w:szCs w:val="22"/>
        </w:rPr>
        <w:t>2</w:t>
      </w:r>
      <w:r w:rsidRPr="00C66485">
        <w:rPr>
          <w:rFonts w:ascii="Times New Roman" w:hAnsi="Times New Roman"/>
          <w:b/>
          <w:szCs w:val="22"/>
        </w:rPr>
        <w:t xml:space="preserve">, </w:t>
      </w:r>
      <w:proofErr w:type="spellStart"/>
      <w:r>
        <w:rPr>
          <w:rFonts w:ascii="Times New Roman" w:hAnsi="Times New Roman"/>
          <w:b/>
          <w:szCs w:val="22"/>
        </w:rPr>
        <w:t>Zenica</w:t>
      </w:r>
      <w:proofErr w:type="spellEnd"/>
    </w:p>
    <w:p w14:paraId="4A9DA8E6" w14:textId="057B1D12" w:rsidR="00E668A7" w:rsidRPr="00C66485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 w:rsidR="00617521"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 w:rsidR="00D20A4C">
        <w:rPr>
          <w:rFonts w:ascii="Times New Roman" w:hAnsi="Times New Roman"/>
          <w:szCs w:val="22"/>
        </w:rPr>
        <w:t>,</w:t>
      </w:r>
    </w:p>
    <w:p w14:paraId="55B5B742" w14:textId="6964260C" w:rsidR="0099268E" w:rsidRDefault="00A50500" w:rsidP="00C923B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/>
        <w:rPr>
          <w:rFonts w:ascii="Times New Roman" w:hAnsi="Times New Roman"/>
          <w:color w:val="000000"/>
          <w:szCs w:val="22"/>
        </w:rPr>
      </w:pPr>
      <w:r w:rsidRPr="00943803">
        <w:rPr>
          <w:rFonts w:ascii="Times New Roman" w:hAnsi="Times New Roman"/>
          <w:color w:val="000000"/>
          <w:szCs w:val="22"/>
          <w:highlight w:val="lightGray"/>
        </w:rPr>
        <w:t xml:space="preserve">The above contract </w:t>
      </w:r>
      <w:r w:rsidR="00D74654" w:rsidRPr="00943803">
        <w:rPr>
          <w:rFonts w:ascii="Times New Roman" w:hAnsi="Times New Roman"/>
          <w:color w:val="000000"/>
          <w:szCs w:val="22"/>
          <w:highlight w:val="lightGray"/>
        </w:rPr>
        <w:t>will</w:t>
      </w:r>
      <w:r w:rsidRPr="00943803">
        <w:rPr>
          <w:rFonts w:ascii="Times New Roman" w:hAnsi="Times New Roman"/>
          <w:color w:val="000000"/>
          <w:szCs w:val="22"/>
          <w:highlight w:val="lightGray"/>
        </w:rPr>
        <w:t xml:space="preserve"> be awarded to you for the amount mentioned in your tender [, as corrected for arithmetic errors as follows: </w:t>
      </w:r>
      <w:r w:rsidR="00142CFC" w:rsidRPr="00943803">
        <w:rPr>
          <w:rFonts w:ascii="Times New Roman" w:hAnsi="Times New Roman"/>
          <w:color w:val="000000"/>
          <w:szCs w:val="22"/>
          <w:highlight w:val="lightGray"/>
        </w:rPr>
        <w:t>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="00142CFC">
        <w:rPr>
          <w:rFonts w:ascii="Times New Roman" w:hAnsi="Times New Roman"/>
          <w:color w:val="000000"/>
          <w:szCs w:val="22"/>
          <w:highlight w:val="yellow"/>
        </w:rPr>
        <w:t>&gt;</w:t>
      </w:r>
      <w:r w:rsidRPr="00943803">
        <w:rPr>
          <w:rFonts w:ascii="Times New Roman" w:hAnsi="Times New Roman"/>
          <w:color w:val="000000"/>
          <w:szCs w:val="22"/>
          <w:highlight w:val="lightGray"/>
        </w:rPr>
        <w:t xml:space="preserve">] and </w:t>
      </w:r>
      <w:proofErr w:type="gramStart"/>
      <w:r w:rsidRPr="00943803">
        <w:rPr>
          <w:rFonts w:ascii="Times New Roman" w:hAnsi="Times New Roman"/>
          <w:color w:val="000000"/>
          <w:szCs w:val="22"/>
          <w:highlight w:val="lightGray"/>
        </w:rPr>
        <w:t>on the basis of</w:t>
      </w:r>
      <w:proofErr w:type="gramEnd"/>
      <w:r w:rsidRPr="00943803">
        <w:rPr>
          <w:rFonts w:ascii="Times New Roman" w:hAnsi="Times New Roman"/>
          <w:color w:val="000000"/>
          <w:szCs w:val="22"/>
          <w:highlight w:val="lightGray"/>
        </w:rPr>
        <w:t xml:space="preserve"> the conditions stipulated in the tender dossier.</w:t>
      </w:r>
      <w:r w:rsidR="0099268E">
        <w:rPr>
          <w:rFonts w:ascii="Times New Roman" w:hAnsi="Times New Roman"/>
          <w:color w:val="000000"/>
          <w:szCs w:val="22"/>
        </w:rPr>
        <w:t>]</w:t>
      </w:r>
    </w:p>
    <w:p w14:paraId="039DDEFF" w14:textId="77777777" w:rsidR="00FD779B" w:rsidRDefault="00FD779B" w:rsidP="00C923B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/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>
        <w:rPr>
          <w:rFonts w:ascii="Times New Roman" w:hAnsi="Times New Roman"/>
          <w:color w:val="000000"/>
          <w:szCs w:val="22"/>
        </w:rPr>
        <w:t>_________</w:t>
      </w:r>
      <w:r w:rsidRPr="00330285">
        <w:rPr>
          <w:rFonts w:ascii="Times New Roman" w:hAnsi="Times New Roman"/>
          <w:color w:val="000000"/>
          <w:szCs w:val="22"/>
        </w:rPr>
        <w:t xml:space="preserve"> BAM / (</w:t>
      </w:r>
      <w:r>
        <w:rPr>
          <w:rFonts w:ascii="Times New Roman" w:hAnsi="Times New Roman"/>
          <w:color w:val="000000"/>
          <w:szCs w:val="22"/>
        </w:rPr>
        <w:t>________</w:t>
      </w:r>
      <w:r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5E1FB4D0" w14:textId="77777777" w:rsidR="00E668A7" w:rsidRPr="00244E56" w:rsidRDefault="00E668A7" w:rsidP="00C923B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01687A6A" w14:textId="77777777" w:rsidR="00E668A7" w:rsidRPr="00C66485" w:rsidRDefault="00E668A7" w:rsidP="00C923B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12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 w:rsidR="00F57977"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</w:t>
      </w:r>
      <w:r w:rsidR="005848DB" w:rsidRPr="00C66485">
        <w:rPr>
          <w:rFonts w:ascii="Times New Roman" w:hAnsi="Times New Roman"/>
          <w:color w:val="000000"/>
          <w:spacing w:val="-2"/>
          <w:szCs w:val="22"/>
        </w:rPr>
        <w:t>. You will also find the composite results of the evaluation</w:t>
      </w:r>
      <w:r w:rsidRPr="00C66485">
        <w:rPr>
          <w:rFonts w:ascii="Times New Roman" w:hAnsi="Times New Roman"/>
          <w:color w:val="000000"/>
          <w:spacing w:val="-2"/>
          <w:szCs w:val="22"/>
        </w:rPr>
        <w:t>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5848DB" w:rsidRPr="00C66485" w14:paraId="75E93EEC" w14:textId="77777777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8BC" w14:textId="77777777" w:rsidR="005848DB" w:rsidRPr="00C66485" w:rsidRDefault="005848DB" w:rsidP="00C923B1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 w:after="12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 w:rsidR="00617521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5848DB" w:rsidRPr="00C66485" w14:paraId="366D8A0B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C2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01D0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4F24" w14:textId="77777777" w:rsidR="005848DB" w:rsidRPr="00943803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1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1C53" w14:textId="77777777" w:rsidR="005848DB" w:rsidRPr="00943803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2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8CEC" w14:textId="77777777" w:rsidR="005848DB" w:rsidRPr="00943803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3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7FB73" w14:textId="77777777" w:rsidR="005848DB" w:rsidRPr="00C66485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="005848DB"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94380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41629B7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 w:rsidR="007142D2"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 w:rsidR="007142D2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B417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proofErr w:type="spellStart"/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037BC6"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</w:t>
            </w:r>
            <w:proofErr w:type="spellEnd"/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942E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5848DB" w:rsidRPr="00C66485" w14:paraId="688EB70E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A00A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638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AE8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0FEB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578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59AA5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4E9B270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F47C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7DD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5848DB" w:rsidRPr="00C66485" w14:paraId="1A560E99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71E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47EB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C12A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23FA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FEBF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7A9F7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0441C9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921C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71C3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3BFF2275" w14:textId="4D969313" w:rsidR="00F53634" w:rsidRPr="00010743" w:rsidRDefault="00F53634" w:rsidP="00010743">
      <w:pPr>
        <w:pStyle w:val="BodyText"/>
        <w:tabs>
          <w:tab w:val="clear" w:pos="567"/>
        </w:tabs>
        <w:rPr>
          <w:sz w:val="22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 w:rsidR="001E6756"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 w:rsidR="001E6756"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>uthority be liable for damages, whatever their nature (</w:t>
      </w:r>
      <w:proofErr w:type="gramStart"/>
      <w:r w:rsidRPr="006F3D58">
        <w:rPr>
          <w:sz w:val="22"/>
          <w:szCs w:val="22"/>
        </w:rPr>
        <w:t>in particular damages</w:t>
      </w:r>
      <w:proofErr w:type="gramEnd"/>
      <w:r w:rsidRPr="006F3D58">
        <w:rPr>
          <w:sz w:val="22"/>
          <w:szCs w:val="22"/>
        </w:rPr>
        <w:t xml:space="preserve"> for loss of profits) or relationship to the cancellation of a tender, even if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 w:rsidR="001A4205"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 w:rsidR="003D684B"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notice does not commit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>uthority to implement the programme or project announced.</w:t>
      </w:r>
      <w:r w:rsidR="00FD779B" w:rsidRPr="00FD779B">
        <w:rPr>
          <w:color w:val="000000"/>
          <w:szCs w:val="22"/>
        </w:rPr>
        <w:t xml:space="preserve"> </w:t>
      </w:r>
      <w:r w:rsidR="00FD779B" w:rsidRPr="00FD779B">
        <w:rPr>
          <w:sz w:val="22"/>
          <w:szCs w:val="22"/>
        </w:rPr>
        <w:t>Implementation of the tasks may not start before the contract is signed by both parties.</w:t>
      </w:r>
    </w:p>
    <w:p w14:paraId="4E122783" w14:textId="77777777" w:rsidR="00010743" w:rsidRDefault="00E668A7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F8049A7" w14:textId="27985DF2" w:rsidR="00E668A7" w:rsidRPr="00FD779B" w:rsidRDefault="00010743" w:rsidP="00FD779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sectPr w:rsidR="00E668A7" w:rsidRPr="00FD779B" w:rsidSect="00CD497D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E69C1" w14:textId="77777777" w:rsidR="0081757B" w:rsidRDefault="0081757B">
      <w:r>
        <w:separator/>
      </w:r>
    </w:p>
  </w:endnote>
  <w:endnote w:type="continuationSeparator" w:id="0">
    <w:p w14:paraId="1EA4146D" w14:textId="77777777" w:rsidR="0081757B" w:rsidRDefault="0081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02B33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E05FA74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540A0" w14:textId="77777777" w:rsidR="00201528" w:rsidRPr="00201528" w:rsidRDefault="00201528" w:rsidP="00201528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4ECD3FF2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DA014" w14:textId="5E8F0C5A" w:rsidR="00BA69E9" w:rsidRDefault="00A513AF" w:rsidP="00BA69E9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A173280" wp14:editId="6791C713">
              <wp:simplePos x="0" y="0"/>
              <wp:positionH relativeFrom="page">
                <wp:posOffset>887095</wp:posOffset>
              </wp:positionH>
              <wp:positionV relativeFrom="page">
                <wp:posOffset>9684385</wp:posOffset>
              </wp:positionV>
              <wp:extent cx="5798185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185" cy="0"/>
                      </a:xfrm>
                      <a:prstGeom prst="line">
                        <a:avLst/>
                      </a:prstGeom>
                      <a:noFill/>
                      <a:ln w="736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D06FA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85pt,762.55pt" to="526.4pt,7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" strokeweight=".58pt"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0" distR="0" simplePos="0" relativeHeight="251656704" behindDoc="1" locked="0" layoutInCell="1" allowOverlap="1" wp14:anchorId="79516D75" wp14:editId="1FA0AB76">
          <wp:simplePos x="0" y="0"/>
          <wp:positionH relativeFrom="page">
            <wp:posOffset>901700</wp:posOffset>
          </wp:positionH>
          <wp:positionV relativeFrom="page">
            <wp:posOffset>9768840</wp:posOffset>
          </wp:positionV>
          <wp:extent cx="829945" cy="34417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44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F914F8" wp14:editId="418BDBDF">
              <wp:simplePos x="0" y="0"/>
              <wp:positionH relativeFrom="page">
                <wp:posOffset>1787525</wp:posOffset>
              </wp:positionH>
              <wp:positionV relativeFrom="page">
                <wp:posOffset>9763125</wp:posOffset>
              </wp:positionV>
              <wp:extent cx="4248150" cy="40195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401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A637FA" w14:textId="77777777" w:rsidR="00BA69E9" w:rsidRPr="00BA69E9" w:rsidRDefault="00BA69E9" w:rsidP="00BA69E9">
                          <w:pPr>
                            <w:spacing w:before="0" w:line="229" w:lineRule="exact"/>
                            <w:ind w:left="80" w:right="14"/>
                            <w:jc w:val="center"/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</w:pP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Bosna </w:t>
                          </w:r>
                          <w:proofErr w:type="spellStart"/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i</w:t>
                          </w:r>
                          <w:proofErr w:type="spellEnd"/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 Hercegovina, 72000 </w:t>
                          </w:r>
                          <w:proofErr w:type="spellStart"/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Zenica</w:t>
                          </w:r>
                          <w:proofErr w:type="spellEnd"/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Kučukovići</w:t>
                          </w:r>
                          <w:proofErr w:type="spellEnd"/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 2 - </w:t>
                          </w:r>
                          <w:hyperlink r:id="rId2">
                            <w:r w:rsidRPr="00BA69E9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www.zdk.ba</w:t>
                            </w:r>
                          </w:hyperlink>
                        </w:p>
                        <w:p w14:paraId="5FBE290A" w14:textId="77777777" w:rsidR="00BA69E9" w:rsidRPr="00BA69E9" w:rsidRDefault="00BA69E9" w:rsidP="00BA69E9">
                          <w:pPr>
                            <w:spacing w:before="0" w:line="229" w:lineRule="exact"/>
                            <w:ind w:left="14" w:right="14"/>
                            <w:jc w:val="center"/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</w:pPr>
                          <w:r w:rsidRPr="00BA69E9">
                            <w:rPr>
                              <w:rFonts w:ascii="Times New Roman" w:hAnsi="Times New Roman"/>
                              <w:sz w:val="20"/>
                            </w:rPr>
                            <w:t>Tel:</w:t>
                          </w:r>
                          <w:r w:rsidRPr="00BA69E9">
                            <w:rPr>
                              <w:rFonts w:ascii="Times New Roman" w:hAns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+387(0)32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46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06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30</w:t>
                          </w:r>
                          <w:r w:rsidRPr="00BA69E9">
                            <w:rPr>
                              <w:rFonts w:ascii="Times New Roman" w:hAnsi="Times New Roman"/>
                              <w:sz w:val="20"/>
                            </w:rPr>
                            <w:t>;</w:t>
                          </w:r>
                          <w:r w:rsidRPr="00BA69E9">
                            <w:rPr>
                              <w:rFonts w:ascii="Times New Roman" w:hAnsi="Times New Roman"/>
                              <w:spacing w:val="-12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sz w:val="20"/>
                            </w:rPr>
                            <w:t>Fax:</w:t>
                          </w:r>
                          <w:r w:rsidRPr="00BA69E9">
                            <w:rPr>
                              <w:rFonts w:ascii="Times New Roman" w:hAnsi="Times New Roman"/>
                              <w:spacing w:val="-12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+387(0)32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46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06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32</w:t>
                          </w:r>
                          <w:r w:rsidRPr="00BA69E9">
                            <w:rPr>
                              <w:rFonts w:ascii="Times New Roman" w:hAnsi="Times New Roman"/>
                              <w:sz w:val="20"/>
                            </w:rPr>
                            <w:t>;</w:t>
                          </w:r>
                          <w:r w:rsidRPr="00BA69E9">
                            <w:rPr>
                              <w:rFonts w:ascii="Times New Roman" w:hAns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 w:rsidRPr="00BA69E9">
                            <w:rPr>
                              <w:rFonts w:ascii="Times New Roman" w:hAnsi="Times New Roman"/>
                              <w:sz w:val="20"/>
                            </w:rPr>
                            <w:t>E-mail:</w:t>
                          </w:r>
                          <w:r w:rsidRPr="00BA69E9"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hyperlink r:id="rId3">
                            <w:r w:rsidRPr="00BA69E9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sluzba.razvoj@zdk.ba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914F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40.75pt;margin-top:768.75pt;width:334.5pt;height:31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" filled="f" stroked="f">
              <v:textbox inset="0,0,0,0">
                <w:txbxContent>
                  <w:p w14:paraId="0CA637FA" w14:textId="77777777" w:rsidR="00BA69E9" w:rsidRPr="00BA69E9" w:rsidRDefault="00BA69E9" w:rsidP="00BA69E9">
                    <w:pPr>
                      <w:spacing w:before="0" w:line="229" w:lineRule="exact"/>
                      <w:ind w:left="80" w:right="14"/>
                      <w:jc w:val="center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 xml:space="preserve">Bosna </w:t>
                    </w:r>
                    <w:proofErr w:type="spellStart"/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i</w:t>
                    </w:r>
                    <w:proofErr w:type="spellEnd"/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 xml:space="preserve"> Hercegovina, 72000 </w:t>
                    </w:r>
                    <w:proofErr w:type="spellStart"/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Zenica</w:t>
                    </w:r>
                    <w:proofErr w:type="spellEnd"/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 xml:space="preserve">, </w:t>
                    </w:r>
                    <w:proofErr w:type="spellStart"/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Kučukovići</w:t>
                    </w:r>
                    <w:proofErr w:type="spellEnd"/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 xml:space="preserve"> 2 - </w:t>
                    </w:r>
                    <w:hyperlink r:id="rId4">
                      <w:r w:rsidRPr="00BA69E9">
                        <w:rPr>
                          <w:rFonts w:ascii="Times New Roman" w:hAnsi="Times New Roman"/>
                          <w:b/>
                          <w:sz w:val="20"/>
                        </w:rPr>
                        <w:t>www.zdk.ba</w:t>
                      </w:r>
                    </w:hyperlink>
                  </w:p>
                  <w:p w14:paraId="5FBE290A" w14:textId="77777777" w:rsidR="00BA69E9" w:rsidRPr="00BA69E9" w:rsidRDefault="00BA69E9" w:rsidP="00BA69E9">
                    <w:pPr>
                      <w:spacing w:before="0" w:line="229" w:lineRule="exact"/>
                      <w:ind w:left="14" w:right="14"/>
                      <w:jc w:val="center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 w:rsidRPr="00BA69E9">
                      <w:rPr>
                        <w:rFonts w:ascii="Times New Roman" w:hAnsi="Times New Roman"/>
                        <w:sz w:val="20"/>
                      </w:rPr>
                      <w:t>Tel:</w:t>
                    </w:r>
                    <w:r w:rsidRPr="00BA69E9">
                      <w:rPr>
                        <w:rFonts w:ascii="Times New Roman" w:hAnsi="Times New Roman"/>
                        <w:spacing w:val="-10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+387(0)32</w:t>
                    </w:r>
                    <w:r w:rsidRPr="00BA69E9">
                      <w:rPr>
                        <w:rFonts w:ascii="Times New Roman" w:hAnsi="Times New Roman"/>
                        <w:b/>
                        <w:spacing w:val="-8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46</w:t>
                    </w:r>
                    <w:r w:rsidRPr="00BA69E9">
                      <w:rPr>
                        <w:rFonts w:ascii="Times New Roman" w:hAnsi="Times New Roman"/>
                        <w:b/>
                        <w:spacing w:val="-11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06</w:t>
                    </w:r>
                    <w:r w:rsidRPr="00BA69E9">
                      <w:rPr>
                        <w:rFonts w:ascii="Times New Roman" w:hAnsi="Times New Roman"/>
                        <w:b/>
                        <w:spacing w:val="-9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30</w:t>
                    </w:r>
                    <w:r w:rsidRPr="00BA69E9">
                      <w:rPr>
                        <w:rFonts w:ascii="Times New Roman" w:hAnsi="Times New Roman"/>
                        <w:sz w:val="20"/>
                      </w:rPr>
                      <w:t>;</w:t>
                    </w:r>
                    <w:r w:rsidRPr="00BA69E9">
                      <w:rPr>
                        <w:rFonts w:ascii="Times New Roman" w:hAnsi="Times New Roman"/>
                        <w:spacing w:val="-12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sz w:val="20"/>
                      </w:rPr>
                      <w:t>Fax:</w:t>
                    </w:r>
                    <w:r w:rsidRPr="00BA69E9">
                      <w:rPr>
                        <w:rFonts w:ascii="Times New Roman" w:hAnsi="Times New Roman"/>
                        <w:spacing w:val="-12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+387(0)32</w:t>
                    </w:r>
                    <w:r w:rsidRPr="00BA69E9">
                      <w:rPr>
                        <w:rFonts w:ascii="Times New Roman" w:hAnsi="Times New Roman"/>
                        <w:b/>
                        <w:spacing w:val="-9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46</w:t>
                    </w:r>
                    <w:r w:rsidRPr="00BA69E9">
                      <w:rPr>
                        <w:rFonts w:ascii="Times New Roman" w:hAnsi="Times New Roman"/>
                        <w:b/>
                        <w:spacing w:val="-11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06</w:t>
                    </w:r>
                    <w:r w:rsidRPr="00BA69E9">
                      <w:rPr>
                        <w:rFonts w:ascii="Times New Roman" w:hAnsi="Times New Roman"/>
                        <w:b/>
                        <w:spacing w:val="-9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b/>
                        <w:sz w:val="20"/>
                      </w:rPr>
                      <w:t>32</w:t>
                    </w:r>
                    <w:r w:rsidRPr="00BA69E9">
                      <w:rPr>
                        <w:rFonts w:ascii="Times New Roman" w:hAnsi="Times New Roman"/>
                        <w:sz w:val="20"/>
                      </w:rPr>
                      <w:t>;</w:t>
                    </w:r>
                    <w:r w:rsidRPr="00BA69E9">
                      <w:rPr>
                        <w:rFonts w:ascii="Times New Roman" w:hAnsi="Times New Roman"/>
                        <w:spacing w:val="-10"/>
                        <w:sz w:val="20"/>
                      </w:rPr>
                      <w:t xml:space="preserve"> </w:t>
                    </w:r>
                    <w:r w:rsidRPr="00BA69E9">
                      <w:rPr>
                        <w:rFonts w:ascii="Times New Roman" w:hAnsi="Times New Roman"/>
                        <w:sz w:val="20"/>
                      </w:rPr>
                      <w:t>E-mail:</w:t>
                    </w:r>
                    <w:r w:rsidRPr="00BA69E9">
                      <w:rPr>
                        <w:rFonts w:ascii="Times New Roman" w:hAnsi="Times New Roman"/>
                        <w:spacing w:val="-8"/>
                        <w:sz w:val="20"/>
                      </w:rPr>
                      <w:t xml:space="preserve"> </w:t>
                    </w:r>
                    <w:hyperlink r:id="rId5">
                      <w:r w:rsidRPr="00BA69E9">
                        <w:rPr>
                          <w:rFonts w:ascii="Times New Roman" w:hAnsi="Times New Roman"/>
                          <w:b/>
                          <w:sz w:val="20"/>
                        </w:rPr>
                        <w:t>sluzba.razvoj@zdk.ba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  <w:p w14:paraId="447FED7E" w14:textId="02E32D60" w:rsidR="004427C2" w:rsidRPr="00BB73C2" w:rsidRDefault="00C247F2" w:rsidP="00C247F2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B62F32">
      <w:rPr>
        <w:rFonts w:ascii="Times New Roman" w:hAnsi="Times New Roman"/>
        <w:sz w:val="18"/>
        <w:szCs w:val="18"/>
      </w:rPr>
      <w:tab/>
    </w:r>
    <w:r w:rsidRPr="00C247F2">
      <w:rPr>
        <w:rFonts w:ascii="Times New Roman" w:hAnsi="Times New Roman"/>
        <w:sz w:val="18"/>
        <w:szCs w:val="18"/>
      </w:rPr>
      <w:t xml:space="preserve">Page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PAGE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1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  <w:r w:rsidRPr="00C247F2">
      <w:rPr>
        <w:rFonts w:ascii="Times New Roman" w:hAnsi="Times New Roman"/>
        <w:sz w:val="18"/>
        <w:szCs w:val="18"/>
      </w:rPr>
      <w:t xml:space="preserve"> of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NUMPAGES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1C749" w14:textId="77777777" w:rsidR="0081757B" w:rsidRDefault="0081757B">
      <w:r>
        <w:separator/>
      </w:r>
    </w:p>
  </w:footnote>
  <w:footnote w:type="continuationSeparator" w:id="0">
    <w:p w14:paraId="2808CE33" w14:textId="77777777" w:rsidR="0081757B" w:rsidRDefault="00817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A225F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F30FE5"/>
    <w:rsid w:val="00010743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73F8"/>
    <w:rsid w:val="000E2A56"/>
    <w:rsid w:val="000E66FE"/>
    <w:rsid w:val="000F1B9E"/>
    <w:rsid w:val="000F27AC"/>
    <w:rsid w:val="000F2DFE"/>
    <w:rsid w:val="000F52ED"/>
    <w:rsid w:val="0010190C"/>
    <w:rsid w:val="0010320C"/>
    <w:rsid w:val="00104F8B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F91"/>
    <w:rsid w:val="001E6756"/>
    <w:rsid w:val="001F22C1"/>
    <w:rsid w:val="00201528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35BA7"/>
    <w:rsid w:val="00336C50"/>
    <w:rsid w:val="0033739F"/>
    <w:rsid w:val="00344E49"/>
    <w:rsid w:val="00353BCB"/>
    <w:rsid w:val="003562AB"/>
    <w:rsid w:val="003604C6"/>
    <w:rsid w:val="0037086A"/>
    <w:rsid w:val="00372703"/>
    <w:rsid w:val="0037561C"/>
    <w:rsid w:val="00383E5C"/>
    <w:rsid w:val="00390379"/>
    <w:rsid w:val="003A18CD"/>
    <w:rsid w:val="003A2337"/>
    <w:rsid w:val="003A51B7"/>
    <w:rsid w:val="003A61E0"/>
    <w:rsid w:val="003A7680"/>
    <w:rsid w:val="003C0D02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2AEF"/>
    <w:rsid w:val="004B2E4E"/>
    <w:rsid w:val="004B4486"/>
    <w:rsid w:val="004F0E23"/>
    <w:rsid w:val="004F0EB6"/>
    <w:rsid w:val="004F5B83"/>
    <w:rsid w:val="004F79F2"/>
    <w:rsid w:val="005012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5E8E"/>
    <w:rsid w:val="005C07C5"/>
    <w:rsid w:val="005C213D"/>
    <w:rsid w:val="005C6C65"/>
    <w:rsid w:val="005D558E"/>
    <w:rsid w:val="005E1EAB"/>
    <w:rsid w:val="005E43B0"/>
    <w:rsid w:val="005E4FA6"/>
    <w:rsid w:val="00602E4D"/>
    <w:rsid w:val="00604040"/>
    <w:rsid w:val="00610A00"/>
    <w:rsid w:val="00610FDE"/>
    <w:rsid w:val="006130E4"/>
    <w:rsid w:val="00617521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E276D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1757B"/>
    <w:rsid w:val="00822F8D"/>
    <w:rsid w:val="00826BAC"/>
    <w:rsid w:val="00835BA5"/>
    <w:rsid w:val="0084601F"/>
    <w:rsid w:val="00871B01"/>
    <w:rsid w:val="008765BD"/>
    <w:rsid w:val="00883ABE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3803"/>
    <w:rsid w:val="0094559A"/>
    <w:rsid w:val="00950AAE"/>
    <w:rsid w:val="00952C30"/>
    <w:rsid w:val="009548DE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13AF"/>
    <w:rsid w:val="00A57BDB"/>
    <w:rsid w:val="00A7250D"/>
    <w:rsid w:val="00A735B2"/>
    <w:rsid w:val="00A94D90"/>
    <w:rsid w:val="00A9601B"/>
    <w:rsid w:val="00AA463F"/>
    <w:rsid w:val="00AB06BB"/>
    <w:rsid w:val="00AB6471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A4E24"/>
    <w:rsid w:val="00BA69E9"/>
    <w:rsid w:val="00BB73C2"/>
    <w:rsid w:val="00BD0847"/>
    <w:rsid w:val="00BD3CDB"/>
    <w:rsid w:val="00BE44DA"/>
    <w:rsid w:val="00BF4E68"/>
    <w:rsid w:val="00C17919"/>
    <w:rsid w:val="00C247F2"/>
    <w:rsid w:val="00C24EB9"/>
    <w:rsid w:val="00C41984"/>
    <w:rsid w:val="00C430E0"/>
    <w:rsid w:val="00C46D66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23B1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74654"/>
    <w:rsid w:val="00D82876"/>
    <w:rsid w:val="00D873E8"/>
    <w:rsid w:val="00DA68C7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7577"/>
    <w:rsid w:val="00E77FBB"/>
    <w:rsid w:val="00E929BD"/>
    <w:rsid w:val="00E95000"/>
    <w:rsid w:val="00E96498"/>
    <w:rsid w:val="00EB2990"/>
    <w:rsid w:val="00EB74FE"/>
    <w:rsid w:val="00EE20B2"/>
    <w:rsid w:val="00EF051B"/>
    <w:rsid w:val="00EF2691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A5963"/>
    <w:rsid w:val="00FB2572"/>
    <w:rsid w:val="00FC3677"/>
    <w:rsid w:val="00FD779B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B342D1"/>
  <w15:docId w15:val="{7E9DF0BE-3F69-4A98-8359-57D118C5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luzba.razvoj@zdk.ba" TargetMode="External"/><Relationship Id="rId2" Type="http://schemas.openxmlformats.org/officeDocument/2006/relationships/hyperlink" Target="http://www.zdk.ba/" TargetMode="External"/><Relationship Id="rId1" Type="http://schemas.openxmlformats.org/officeDocument/2006/relationships/image" Target="media/image3.jpeg"/><Relationship Id="rId5" Type="http://schemas.openxmlformats.org/officeDocument/2006/relationships/hyperlink" Target="mailto:sluzba.razvoj@zdk.ba" TargetMode="External"/><Relationship Id="rId4" Type="http://schemas.openxmlformats.org/officeDocument/2006/relationships/hyperlink" Target="http://www.zdk.b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9ECDE-B870-4003-A39F-E4760756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SSRMP</cp:lastModifiedBy>
  <cp:revision>3</cp:revision>
  <cp:lastPrinted>2012-09-28T14:57:00Z</cp:lastPrinted>
  <dcterms:created xsi:type="dcterms:W3CDTF">2021-03-24T08:02:00Z</dcterms:created>
  <dcterms:modified xsi:type="dcterms:W3CDTF">2021-03-24T08:05:00Z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